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F9B" w:rsidRDefault="00714218" w:rsidP="00714218">
      <w:pPr>
        <w:pStyle w:val="Heading1"/>
        <w:tabs>
          <w:tab w:val="left" w:pos="565"/>
          <w:tab w:val="center" w:pos="4152"/>
        </w:tabs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 w:rsidRPr="00714218">
        <w:t>NAME SURNAME B1 week 0</w:t>
      </w:r>
      <w:r>
        <w:t>6</w:t>
      </w:r>
      <w:r w:rsidRPr="00714218">
        <w:t xml:space="preserve"> NEF p</w:t>
      </w:r>
      <w:r>
        <w:t>97</w:t>
      </w:r>
      <w:r w:rsidRPr="00714218">
        <w:t xml:space="preserve"> </w:t>
      </w:r>
      <w:r w:rsidRPr="00354F9B">
        <w:t>FILM REVIEW</w:t>
      </w:r>
    </w:p>
    <w:bookmarkEnd w:id="1"/>
    <w:p w:rsidR="00354F9B" w:rsidRDefault="00354F9B" w:rsidP="00714218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 xml:space="preserve">(COPY </w:t>
      </w:r>
      <w:r w:rsidRPr="00AB06DE">
        <w:rPr>
          <w:b w:val="0"/>
          <w:color w:val="000090"/>
          <w:vertAlign w:val="superscript"/>
        </w:rPr>
        <w:t>THE</w:t>
      </w:r>
      <w:r>
        <w:rPr>
          <w:vertAlign w:val="superscript"/>
        </w:rPr>
        <w:t xml:space="preserve"> TITLE ABOVE INTO</w:t>
      </w:r>
      <w:r w:rsidRPr="00BB43A1">
        <w:rPr>
          <w:vertAlign w:val="superscript"/>
        </w:rPr>
        <w:t xml:space="preserve"> the subject title of your email)</w:t>
      </w:r>
    </w:p>
    <w:p w:rsidR="00196ABE" w:rsidRDefault="00714218">
      <w:r>
        <w:rPr>
          <w:noProof/>
          <w:lang w:val="en-US" w:eastAsia="en-US"/>
        </w:rPr>
        <w:drawing>
          <wp:inline distT="0" distB="0" distL="0" distR="0">
            <wp:extent cx="5122545" cy="2328545"/>
            <wp:effectExtent l="0" t="0" r="8255" b="8255"/>
            <wp:docPr id="1" name="Picture 1" descr="Screen Shot 2014-10-16 a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 Shot 2014-10-16 at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545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6ABE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218"/>
    <w:rsid w:val="00134F31"/>
    <w:rsid w:val="00196ABE"/>
    <w:rsid w:val="00354F9B"/>
    <w:rsid w:val="0071259B"/>
    <w:rsid w:val="00714218"/>
    <w:rsid w:val="00831AD4"/>
    <w:rsid w:val="00844BEE"/>
    <w:rsid w:val="00B17643"/>
    <w:rsid w:val="00BB43A1"/>
    <w:rsid w:val="00C413DC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characterSpanishctlraltS">
    <w:name w:val="character Spanish ctlr+ alt + S"/>
    <w:uiPriority w:val="1"/>
    <w:qFormat/>
    <w:rsid w:val="00714218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characterSpanishctlraltS">
    <w:name w:val="character Spanish ctlr+ alt + S"/>
    <w:uiPriority w:val="1"/>
    <w:qFormat/>
    <w:rsid w:val="00714218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06%20NEF%20p97%20film%20review:Your%20Name%20Surname%20HOMEWORK%20Week%206%20B1%20p97%20film%20revi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HOMEWORK Week 6 B1 p97 film review.dot</Template>
  <TotalTime>1</TotalTime>
  <Pages>1</Pages>
  <Words>15</Words>
  <Characters>91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6 B1 p97 film review</vt:lpstr>
      <vt:lpstr>(COPY THE TITLE ABOVE INTO the subject title of your email)</vt:lpstr>
    </vt:vector>
  </TitlesOfParts>
  <Company>goldsmiths college</Company>
  <LinksUpToDate>false</LinksUpToDate>
  <CharactersWithSpaces>105</CharactersWithSpaces>
  <SharedDoc>false</SharedDoc>
  <HLinks>
    <vt:vector size="6" baseType="variant">
      <vt:variant>
        <vt:i4>524305</vt:i4>
      </vt:variant>
      <vt:variant>
        <vt:i4>2193</vt:i4>
      </vt:variant>
      <vt:variant>
        <vt:i4>1025</vt:i4>
      </vt:variant>
      <vt:variant>
        <vt:i4>1</vt:i4>
      </vt:variant>
      <vt:variant>
        <vt:lpwstr>Screen Shot 2014-10-16 at 23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1</cp:revision>
  <cp:lastPrinted>2014-10-16T21:36:00Z</cp:lastPrinted>
  <dcterms:created xsi:type="dcterms:W3CDTF">2014-12-06T08:22:00Z</dcterms:created>
  <dcterms:modified xsi:type="dcterms:W3CDTF">2014-12-06T08:24:00Z</dcterms:modified>
</cp:coreProperties>
</file>